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C85" w:rsidRPr="00386A1E" w:rsidRDefault="00C02C85" w:rsidP="00D539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86A1E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Pr="00386A1E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C02C85" w:rsidRPr="00386A1E" w:rsidRDefault="00C02C85" w:rsidP="00D539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86A1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02C85" w:rsidRPr="00386A1E" w:rsidRDefault="00C02C85" w:rsidP="00D539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386A1E">
        <w:rPr>
          <w:rFonts w:ascii="Times New Roman" w:hAnsi="Times New Roman" w:cs="Times New Roman"/>
          <w:sz w:val="24"/>
          <w:szCs w:val="24"/>
        </w:rPr>
        <w:t>орода Благовещенска</w:t>
      </w:r>
    </w:p>
    <w:p w:rsidR="00C02C85" w:rsidRPr="00386A1E" w:rsidRDefault="00C02C85" w:rsidP="00D539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86A1E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03.07.2014 № 2759</w:t>
      </w:r>
    </w:p>
    <w:p w:rsidR="00C02C85" w:rsidRPr="00D539A8" w:rsidRDefault="00C02C85" w:rsidP="005851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02C85" w:rsidRDefault="00C02C85" w:rsidP="00F657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2C85" w:rsidRPr="00D539A8" w:rsidRDefault="00C02C85" w:rsidP="00F657C2">
      <w:pPr>
        <w:jc w:val="center"/>
        <w:rPr>
          <w:rFonts w:ascii="Times New Roman" w:hAnsi="Times New Roman" w:cs="Times New Roman"/>
          <w:sz w:val="28"/>
          <w:szCs w:val="28"/>
        </w:rPr>
      </w:pPr>
      <w:r w:rsidRPr="00D539A8">
        <w:rPr>
          <w:rFonts w:ascii="Times New Roman" w:hAnsi="Times New Roman" w:cs="Times New Roman"/>
          <w:sz w:val="28"/>
          <w:szCs w:val="28"/>
        </w:rPr>
        <w:t>Структура финансирования программы</w:t>
      </w:r>
    </w:p>
    <w:p w:rsidR="00C02C85" w:rsidRPr="00D539A8" w:rsidRDefault="00C02C85" w:rsidP="00F657C2">
      <w:pPr>
        <w:jc w:val="right"/>
        <w:rPr>
          <w:rFonts w:ascii="Times New Roman" w:hAnsi="Times New Roman" w:cs="Times New Roman"/>
          <w:sz w:val="28"/>
          <w:szCs w:val="28"/>
        </w:rPr>
      </w:pPr>
      <w:r w:rsidRPr="00D539A8">
        <w:rPr>
          <w:rFonts w:ascii="Times New Roman" w:hAnsi="Times New Roman" w:cs="Times New Roman"/>
          <w:sz w:val="28"/>
          <w:szCs w:val="28"/>
        </w:rPr>
        <w:t>тыс.рублей</w:t>
      </w:r>
    </w:p>
    <w:tbl>
      <w:tblPr>
        <w:tblW w:w="1504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74"/>
        <w:gridCol w:w="1691"/>
        <w:gridCol w:w="1166"/>
        <w:gridCol w:w="1208"/>
        <w:gridCol w:w="1208"/>
        <w:gridCol w:w="1159"/>
        <w:gridCol w:w="1356"/>
        <w:gridCol w:w="1356"/>
        <w:gridCol w:w="1356"/>
        <w:gridCol w:w="1258"/>
        <w:gridCol w:w="1209"/>
      </w:tblGrid>
      <w:tr w:rsidR="00C02C85" w:rsidRPr="00251023">
        <w:tc>
          <w:tcPr>
            <w:tcW w:w="1652" w:type="dxa"/>
            <w:vMerge w:val="restart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1023">
              <w:rPr>
                <w:rFonts w:ascii="Times New Roman" w:hAnsi="Times New Roman" w:cs="Times New Roman"/>
                <w:sz w:val="28"/>
                <w:szCs w:val="28"/>
              </w:rPr>
              <w:t>Источники и направления расходов</w:t>
            </w:r>
          </w:p>
        </w:tc>
        <w:tc>
          <w:tcPr>
            <w:tcW w:w="13389" w:type="dxa"/>
            <w:gridSpan w:val="10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1023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</w:p>
        </w:tc>
      </w:tr>
      <w:tr w:rsidR="00C02C85" w:rsidRPr="00251023">
        <w:tc>
          <w:tcPr>
            <w:tcW w:w="1652" w:type="dxa"/>
            <w:vMerge/>
          </w:tcPr>
          <w:p w:rsidR="00C02C85" w:rsidRPr="00251023" w:rsidRDefault="00C02C85" w:rsidP="002510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 w:val="restart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102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463" w:type="dxa"/>
            <w:gridSpan w:val="9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1023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C02C85" w:rsidRPr="00251023">
        <w:tc>
          <w:tcPr>
            <w:tcW w:w="1652" w:type="dxa"/>
            <w:vMerge/>
          </w:tcPr>
          <w:p w:rsidR="00C02C85" w:rsidRPr="00251023" w:rsidRDefault="00C02C85" w:rsidP="002510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C02C85" w:rsidRPr="00251023" w:rsidRDefault="00C02C85" w:rsidP="002510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</w:tcPr>
          <w:p w:rsidR="00C02C85" w:rsidRPr="00251023" w:rsidRDefault="00C02C85" w:rsidP="002510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2010  год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2011 год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73" w:type="dxa"/>
          </w:tcPr>
          <w:p w:rsidR="00C02C85" w:rsidRPr="00251023" w:rsidRDefault="00C02C85" w:rsidP="002510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3" w:type="dxa"/>
          </w:tcPr>
          <w:p w:rsidR="00C02C85" w:rsidRPr="00251023" w:rsidRDefault="00C02C85" w:rsidP="002510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C02C85" w:rsidRPr="00251023">
        <w:tc>
          <w:tcPr>
            <w:tcW w:w="1652" w:type="dxa"/>
          </w:tcPr>
          <w:p w:rsidR="00C02C85" w:rsidRPr="00251023" w:rsidRDefault="00C02C85" w:rsidP="002510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102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926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22045984,4</w:t>
            </w:r>
          </w:p>
        </w:tc>
        <w:tc>
          <w:tcPr>
            <w:tcW w:w="1285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77708,0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181313,0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882229,5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27800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2365474,88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3360246,42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6075632,6</w:t>
            </w:r>
          </w:p>
        </w:tc>
        <w:tc>
          <w:tcPr>
            <w:tcW w:w="1273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6213880,0</w:t>
            </w:r>
          </w:p>
        </w:tc>
        <w:tc>
          <w:tcPr>
            <w:tcW w:w="1273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286170</w:t>
            </w:r>
          </w:p>
        </w:tc>
      </w:tr>
      <w:tr w:rsidR="00C02C85" w:rsidRPr="00251023">
        <w:tc>
          <w:tcPr>
            <w:tcW w:w="1652" w:type="dxa"/>
          </w:tcPr>
          <w:p w:rsidR="00C02C85" w:rsidRPr="00251023" w:rsidRDefault="00C02C85" w:rsidP="002510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1023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926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3824089,15</w:t>
            </w:r>
          </w:p>
        </w:tc>
        <w:tc>
          <w:tcPr>
            <w:tcW w:w="1285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1136318,18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1673531,97</w:t>
            </w:r>
          </w:p>
        </w:tc>
        <w:tc>
          <w:tcPr>
            <w:tcW w:w="1273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1014239,0</w:t>
            </w:r>
          </w:p>
        </w:tc>
        <w:tc>
          <w:tcPr>
            <w:tcW w:w="1273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2C85" w:rsidRPr="00251023">
        <w:tc>
          <w:tcPr>
            <w:tcW w:w="1652" w:type="dxa"/>
          </w:tcPr>
          <w:p w:rsidR="00C02C85" w:rsidRPr="00251023" w:rsidRDefault="00C02C85" w:rsidP="002510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1023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926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253120,39</w:t>
            </w:r>
          </w:p>
        </w:tc>
        <w:tc>
          <w:tcPr>
            <w:tcW w:w="1285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117731,84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83676,6</w:t>
            </w:r>
          </w:p>
        </w:tc>
        <w:tc>
          <w:tcPr>
            <w:tcW w:w="1273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50711,95</w:t>
            </w:r>
          </w:p>
        </w:tc>
        <w:tc>
          <w:tcPr>
            <w:tcW w:w="1273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2C85" w:rsidRPr="00251023">
        <w:tc>
          <w:tcPr>
            <w:tcW w:w="1652" w:type="dxa"/>
          </w:tcPr>
          <w:p w:rsidR="00C02C85" w:rsidRPr="00251023" w:rsidRDefault="00C02C85" w:rsidP="002510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1023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Городской бюджет </w:t>
            </w:r>
          </w:p>
        </w:tc>
        <w:tc>
          <w:tcPr>
            <w:tcW w:w="1926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140067,86</w:t>
            </w:r>
          </w:p>
        </w:tc>
        <w:tc>
          <w:tcPr>
            <w:tcW w:w="1285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4655,0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8260,0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15274,5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27800,0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70808,88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6196,4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4404,03</w:t>
            </w:r>
          </w:p>
        </w:tc>
        <w:tc>
          <w:tcPr>
            <w:tcW w:w="1273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2669,05</w:t>
            </w:r>
          </w:p>
        </w:tc>
        <w:tc>
          <w:tcPr>
            <w:tcW w:w="1273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02C85" w:rsidRPr="00251023">
        <w:tc>
          <w:tcPr>
            <w:tcW w:w="1652" w:type="dxa"/>
          </w:tcPr>
          <w:p w:rsidR="00C02C85" w:rsidRPr="00251023" w:rsidRDefault="00C02C85" w:rsidP="002510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1023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26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17828707,0</w:t>
            </w:r>
          </w:p>
        </w:tc>
        <w:tc>
          <w:tcPr>
            <w:tcW w:w="1285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73053,0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173053,0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866955,0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2293666,0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2100000</w:t>
            </w:r>
          </w:p>
        </w:tc>
        <w:tc>
          <w:tcPr>
            <w:tcW w:w="1272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4314020,0</w:t>
            </w:r>
          </w:p>
        </w:tc>
        <w:tc>
          <w:tcPr>
            <w:tcW w:w="1273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5146260,0</w:t>
            </w:r>
          </w:p>
        </w:tc>
        <w:tc>
          <w:tcPr>
            <w:tcW w:w="1273" w:type="dxa"/>
          </w:tcPr>
          <w:p w:rsidR="00C02C85" w:rsidRPr="00251023" w:rsidRDefault="00C02C85" w:rsidP="002510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023">
              <w:rPr>
                <w:rFonts w:ascii="Times New Roman" w:hAnsi="Times New Roman" w:cs="Times New Roman"/>
                <w:sz w:val="24"/>
                <w:szCs w:val="24"/>
              </w:rPr>
              <w:t>286170,0</w:t>
            </w:r>
          </w:p>
        </w:tc>
      </w:tr>
    </w:tbl>
    <w:p w:rsidR="00C02C85" w:rsidRPr="00D539A8" w:rsidRDefault="00C02C85">
      <w:pPr>
        <w:rPr>
          <w:rFonts w:ascii="Times New Roman" w:hAnsi="Times New Roman" w:cs="Times New Roman"/>
          <w:sz w:val="28"/>
          <w:szCs w:val="28"/>
        </w:rPr>
      </w:pPr>
    </w:p>
    <w:sectPr w:rsidR="00C02C85" w:rsidRPr="00D539A8" w:rsidSect="00F657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57C2"/>
    <w:rsid w:val="00047363"/>
    <w:rsid w:val="00086775"/>
    <w:rsid w:val="000E21A0"/>
    <w:rsid w:val="00101499"/>
    <w:rsid w:val="00251023"/>
    <w:rsid w:val="002A0309"/>
    <w:rsid w:val="002A3C12"/>
    <w:rsid w:val="00384B79"/>
    <w:rsid w:val="00386A1E"/>
    <w:rsid w:val="005436A4"/>
    <w:rsid w:val="0058511E"/>
    <w:rsid w:val="00634A32"/>
    <w:rsid w:val="00692AA6"/>
    <w:rsid w:val="00754B98"/>
    <w:rsid w:val="00822A57"/>
    <w:rsid w:val="0092392E"/>
    <w:rsid w:val="009C2A2C"/>
    <w:rsid w:val="00C02C85"/>
    <w:rsid w:val="00C26727"/>
    <w:rsid w:val="00CE4E68"/>
    <w:rsid w:val="00D341E9"/>
    <w:rsid w:val="00D539A8"/>
    <w:rsid w:val="00F65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A2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657C2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116</Words>
  <Characters>665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1</dc:title>
  <dc:subject/>
  <dc:creator>Poplevka</dc:creator>
  <cp:keywords/>
  <dc:description/>
  <cp:lastModifiedBy>Chumak</cp:lastModifiedBy>
  <cp:revision>2</cp:revision>
  <cp:lastPrinted>2014-06-19T05:03:00Z</cp:lastPrinted>
  <dcterms:created xsi:type="dcterms:W3CDTF">2014-07-03T02:50:00Z</dcterms:created>
  <dcterms:modified xsi:type="dcterms:W3CDTF">2014-07-03T02:50:00Z</dcterms:modified>
</cp:coreProperties>
</file>