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10" w:rsidRDefault="00E22010" w:rsidP="00AC6226">
      <w:pPr>
        <w:tabs>
          <w:tab w:val="center" w:pos="4843"/>
        </w:tabs>
        <w:jc w:val="right"/>
        <w:rPr>
          <w:sz w:val="20"/>
        </w:rPr>
      </w:pPr>
      <w:r>
        <w:rPr>
          <w:sz w:val="20"/>
        </w:rPr>
        <w:t xml:space="preserve">Приложение № 1 </w:t>
      </w:r>
    </w:p>
    <w:p w:rsidR="00E22010" w:rsidRDefault="00E22010" w:rsidP="00AC6226">
      <w:pPr>
        <w:tabs>
          <w:tab w:val="center" w:pos="4843"/>
        </w:tabs>
        <w:jc w:val="right"/>
        <w:rPr>
          <w:sz w:val="20"/>
        </w:rPr>
      </w:pP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>Утверждена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 xml:space="preserve">                            _____________</w:t>
      </w:r>
      <w:r w:rsidR="00613E38" w:rsidRPr="00613E38">
        <w:rPr>
          <w:b/>
        </w:rPr>
        <w:t>постановлением</w:t>
      </w:r>
      <w:r w:rsidRPr="00AC6226">
        <w:rPr>
          <w:sz w:val="20"/>
        </w:rPr>
        <w:t>______________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 xml:space="preserve">                            (наименование документа об утверждении, включая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 xml:space="preserve">                            ______________</w:t>
      </w:r>
      <w:r w:rsidR="00613E38" w:rsidRPr="00613E38">
        <w:rPr>
          <w:b/>
        </w:rPr>
        <w:t>администрации города</w:t>
      </w:r>
      <w:r w:rsidRPr="00AC6226">
        <w:rPr>
          <w:sz w:val="20"/>
        </w:rPr>
        <w:t>____________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 xml:space="preserve">                            наименования органов государственной власти или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bookmarkStart w:id="0" w:name="_GoBack"/>
      <w:bookmarkEnd w:id="0"/>
      <w:r w:rsidRPr="00AC6226">
        <w:rPr>
          <w:sz w:val="20"/>
        </w:rPr>
        <w:t xml:space="preserve">                            _________________</w:t>
      </w:r>
      <w:r w:rsidR="00613E38" w:rsidRPr="00613E38">
        <w:rPr>
          <w:b/>
        </w:rPr>
        <w:t>Благовещенска</w:t>
      </w:r>
      <w:r w:rsidRPr="00AC6226">
        <w:rPr>
          <w:sz w:val="20"/>
        </w:rPr>
        <w:t>_______________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 xml:space="preserve">                              органов местного самоуправления, принявших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 xml:space="preserve">                            ________________</w:t>
      </w:r>
      <w:r w:rsidR="00613E38">
        <w:rPr>
          <w:sz w:val="20"/>
        </w:rPr>
        <w:t>---------</w:t>
      </w:r>
      <w:r w:rsidRPr="00AC6226">
        <w:rPr>
          <w:sz w:val="20"/>
        </w:rPr>
        <w:t>__________________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 xml:space="preserve">                             решение об утверждении схемы или подписавших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 xml:space="preserve">                               соглашение о перераспределении земельных</w:t>
      </w:r>
    </w:p>
    <w:p w:rsidR="00AC6226" w:rsidRPr="00AC6226" w:rsidRDefault="00AC6226" w:rsidP="00AC6226">
      <w:pPr>
        <w:tabs>
          <w:tab w:val="center" w:pos="4843"/>
        </w:tabs>
        <w:jc w:val="right"/>
        <w:rPr>
          <w:sz w:val="20"/>
        </w:rPr>
      </w:pPr>
      <w:r w:rsidRPr="00AC6226">
        <w:rPr>
          <w:sz w:val="20"/>
        </w:rPr>
        <w:t xml:space="preserve">                                               участков)</w:t>
      </w:r>
    </w:p>
    <w:p w:rsidR="00AC6226" w:rsidRPr="00613E38" w:rsidRDefault="00AC6226" w:rsidP="00AC6226">
      <w:pPr>
        <w:tabs>
          <w:tab w:val="center" w:pos="4843"/>
        </w:tabs>
        <w:jc w:val="right"/>
        <w:rPr>
          <w:b/>
        </w:rPr>
      </w:pPr>
      <w:r w:rsidRPr="00613E38">
        <w:rPr>
          <w:b/>
          <w:sz w:val="20"/>
        </w:rPr>
        <w:t xml:space="preserve">                            </w:t>
      </w:r>
      <w:r w:rsidRPr="00613E38">
        <w:rPr>
          <w:b/>
        </w:rPr>
        <w:t xml:space="preserve">от </w:t>
      </w:r>
      <w:r w:rsidR="00613E38" w:rsidRPr="00613E38">
        <w:rPr>
          <w:b/>
        </w:rPr>
        <w:t xml:space="preserve">27.07.2023 </w:t>
      </w:r>
      <w:r w:rsidRPr="00613E38">
        <w:rPr>
          <w:b/>
        </w:rPr>
        <w:t xml:space="preserve"> N </w:t>
      </w:r>
      <w:r w:rsidR="00613E38" w:rsidRPr="00613E38">
        <w:rPr>
          <w:b/>
        </w:rPr>
        <w:t>3977</w:t>
      </w:r>
    </w:p>
    <w:p w:rsidR="00AC6226" w:rsidRDefault="00AC6226" w:rsidP="00AC6226">
      <w:pPr>
        <w:tabs>
          <w:tab w:val="center" w:pos="4843"/>
        </w:tabs>
        <w:jc w:val="right"/>
      </w:pPr>
    </w:p>
    <w:p w:rsidR="00AC6226" w:rsidRDefault="00AC6226" w:rsidP="00FB7901">
      <w:pPr>
        <w:tabs>
          <w:tab w:val="center" w:pos="4843"/>
        </w:tabs>
      </w:pPr>
    </w:p>
    <w:p w:rsidR="00AC6226" w:rsidRDefault="00AC6226" w:rsidP="00AC6226">
      <w:pPr>
        <w:tabs>
          <w:tab w:val="left" w:pos="240"/>
          <w:tab w:val="center" w:pos="4843"/>
        </w:tabs>
      </w:pPr>
      <w:r>
        <w:tab/>
      </w: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4"/>
        <w:gridCol w:w="4337"/>
        <w:gridCol w:w="2297"/>
        <w:gridCol w:w="2140"/>
      </w:tblGrid>
      <w:tr w:rsidR="00AC6226" w:rsidRPr="00BD75CA" w:rsidTr="0067531E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t>№п/п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t>Характеристики объекта и земельного участка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t>Объект расположен в пределах земельного участка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26" w:rsidRPr="00BD75CA" w:rsidRDefault="00AC6226" w:rsidP="004C6087">
            <w:pPr>
              <w:tabs>
                <w:tab w:val="left" w:pos="240"/>
                <w:tab w:val="center" w:pos="4843"/>
              </w:tabs>
            </w:pPr>
            <w:r w:rsidRPr="00BD75CA">
              <w:t>Площадь границ сервитута, кв.</w:t>
            </w:r>
            <w:r w:rsidR="004C6087">
              <w:t xml:space="preserve"> </w:t>
            </w:r>
            <w:r w:rsidRPr="00BD75CA">
              <w:t>м</w:t>
            </w:r>
          </w:p>
        </w:tc>
      </w:tr>
      <w:tr w:rsidR="00AC6226" w:rsidRPr="00BD75CA" w:rsidTr="0067531E">
        <w:trPr>
          <w:trHeight w:val="3502"/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t>1</w:t>
            </w:r>
          </w:p>
        </w:tc>
        <w:tc>
          <w:tcPr>
            <w:tcW w:w="433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rPr>
                <w:b/>
              </w:rPr>
              <w:t>Категория земель:</w:t>
            </w:r>
          </w:p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t xml:space="preserve">Земли населенных пунктов </w:t>
            </w:r>
          </w:p>
          <w:p w:rsidR="007D6792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rPr>
                <w:b/>
              </w:rPr>
              <w:t xml:space="preserve">Цель установления публичного сервитута: </w:t>
            </w:r>
            <w:r w:rsidRPr="00BD75CA">
              <w:t xml:space="preserve">Для размещения </w:t>
            </w:r>
          </w:p>
          <w:p w:rsidR="001F54EB" w:rsidRDefault="004C6087" w:rsidP="00AC6226">
            <w:pPr>
              <w:tabs>
                <w:tab w:val="left" w:pos="240"/>
                <w:tab w:val="center" w:pos="4843"/>
              </w:tabs>
            </w:pPr>
            <w:r>
              <w:t>ВЛ</w:t>
            </w:r>
            <w:r w:rsidR="009A417A" w:rsidRPr="009A417A">
              <w:t>-</w:t>
            </w:r>
            <w:r>
              <w:t xml:space="preserve"> </w:t>
            </w:r>
            <w:r w:rsidR="00D61A73" w:rsidRPr="00D61A73">
              <w:t>1</w:t>
            </w:r>
            <w:r>
              <w:t>0/</w:t>
            </w:r>
            <w:r w:rsidR="00D61A73">
              <w:t>0,4</w:t>
            </w:r>
            <w:r w:rsidR="009A417A" w:rsidRPr="009A417A">
              <w:t>кВ</w:t>
            </w:r>
            <w:r w:rsidRPr="004C6087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и реконструкции ВЛ-10 ПС </w:t>
            </w:r>
            <w:proofErr w:type="spellStart"/>
            <w:r w:rsidRPr="004C6087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Игнатьево</w:t>
            </w:r>
            <w:proofErr w:type="spellEnd"/>
            <w:r w:rsidRPr="004C6087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ф-12</w:t>
            </w:r>
          </w:p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  <w:rPr>
                <w:b/>
              </w:rPr>
            </w:pPr>
            <w:r w:rsidRPr="00BD75CA">
              <w:rPr>
                <w:b/>
              </w:rPr>
              <w:t>Местоположение:</w:t>
            </w:r>
          </w:p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t>Амурская область</w:t>
            </w:r>
            <w:r w:rsidR="009A417A">
              <w:t xml:space="preserve">, г. </w:t>
            </w:r>
            <w:r w:rsidR="0031533B">
              <w:t>Благовещенск</w:t>
            </w:r>
          </w:p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  <w:rPr>
                <w:b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DA1" w:rsidRPr="00BD75CA" w:rsidRDefault="00401DA1" w:rsidP="00C206AE">
            <w:pPr>
              <w:tabs>
                <w:tab w:val="left" w:pos="240"/>
                <w:tab w:val="center" w:pos="4843"/>
              </w:tabs>
              <w:jc w:val="center"/>
              <w:rPr>
                <w:bCs/>
                <w:color w:val="000000"/>
                <w:shd w:val="clear" w:color="auto" w:fill="FFFFFF"/>
              </w:rPr>
            </w:pPr>
          </w:p>
          <w:p w:rsidR="00C206AE" w:rsidRDefault="009A417A" w:rsidP="00401DA1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28:</w:t>
            </w:r>
            <w:r w:rsidR="0031533B">
              <w:rPr>
                <w:color w:val="000000" w:themeColor="text1"/>
              </w:rPr>
              <w:t>01:060005:485</w:t>
            </w:r>
          </w:p>
          <w:p w:rsidR="0031533B" w:rsidRDefault="0031533B" w:rsidP="0031533B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 w:rsidRPr="0031533B">
              <w:rPr>
                <w:color w:val="000000" w:themeColor="text1"/>
              </w:rPr>
              <w:t>28:</w:t>
            </w:r>
            <w:r>
              <w:rPr>
                <w:color w:val="000000" w:themeColor="text1"/>
              </w:rPr>
              <w:t>01:060005:397</w:t>
            </w:r>
          </w:p>
          <w:p w:rsidR="0031533B" w:rsidRDefault="0031533B" w:rsidP="0031533B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 w:rsidRPr="0031533B">
              <w:rPr>
                <w:color w:val="000000" w:themeColor="text1"/>
              </w:rPr>
              <w:t>28:</w:t>
            </w:r>
            <w:r>
              <w:rPr>
                <w:color w:val="000000" w:themeColor="text1"/>
              </w:rPr>
              <w:t>01:060005:82</w:t>
            </w:r>
          </w:p>
          <w:p w:rsidR="0031533B" w:rsidRDefault="0031533B" w:rsidP="0031533B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28:01:060005:279</w:t>
            </w:r>
          </w:p>
          <w:p w:rsidR="0031533B" w:rsidRDefault="0031533B" w:rsidP="0031533B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28:01:060005:154</w:t>
            </w:r>
          </w:p>
          <w:p w:rsidR="0031533B" w:rsidRDefault="0031533B" w:rsidP="0031533B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28:01:060005:265</w:t>
            </w:r>
          </w:p>
          <w:p w:rsidR="0031533B" w:rsidRDefault="0031533B" w:rsidP="0031533B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28:01:060005:53</w:t>
            </w:r>
          </w:p>
          <w:p w:rsidR="0031533B" w:rsidRDefault="0031533B" w:rsidP="0031533B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28:01:060005:363</w:t>
            </w:r>
          </w:p>
          <w:p w:rsidR="0031533B" w:rsidRDefault="0031533B" w:rsidP="0031533B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28:10:013001:159</w:t>
            </w:r>
          </w:p>
          <w:p w:rsidR="0031533B" w:rsidRDefault="0031533B" w:rsidP="0031533B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28:01:060010</w:t>
            </w:r>
          </w:p>
          <w:p w:rsidR="009A417A" w:rsidRPr="0067531E" w:rsidRDefault="001E029C" w:rsidP="0067531E">
            <w:pPr>
              <w:tabs>
                <w:tab w:val="left" w:pos="240"/>
                <w:tab w:val="center" w:pos="4843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28:01:060005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0F3" w:rsidRPr="00BD75CA" w:rsidRDefault="002710F3" w:rsidP="00401DA1">
            <w:pPr>
              <w:tabs>
                <w:tab w:val="left" w:pos="240"/>
                <w:tab w:val="center" w:pos="4843"/>
              </w:tabs>
              <w:jc w:val="center"/>
            </w:pPr>
          </w:p>
          <w:p w:rsidR="00AC6226" w:rsidRDefault="0031533B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79</w:t>
            </w:r>
          </w:p>
          <w:p w:rsidR="009A417A" w:rsidRDefault="0031533B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52</w:t>
            </w:r>
          </w:p>
          <w:p w:rsidR="0031533B" w:rsidRDefault="0031533B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180</w:t>
            </w:r>
          </w:p>
          <w:p w:rsidR="0031533B" w:rsidRDefault="00C4091D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24</w:t>
            </w:r>
          </w:p>
          <w:p w:rsidR="0031533B" w:rsidRDefault="0031533B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30</w:t>
            </w:r>
          </w:p>
          <w:p w:rsidR="0031533B" w:rsidRDefault="00C4091D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46</w:t>
            </w:r>
          </w:p>
          <w:p w:rsidR="0031533B" w:rsidRDefault="0031533B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56</w:t>
            </w:r>
          </w:p>
          <w:p w:rsidR="0031533B" w:rsidRDefault="0031533B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1</w:t>
            </w:r>
          </w:p>
          <w:p w:rsidR="0031533B" w:rsidRDefault="00C4091D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1</w:t>
            </w:r>
          </w:p>
          <w:p w:rsidR="0031533B" w:rsidRDefault="00A27B74" w:rsidP="00401DA1">
            <w:pPr>
              <w:tabs>
                <w:tab w:val="left" w:pos="240"/>
                <w:tab w:val="center" w:pos="4843"/>
              </w:tabs>
              <w:jc w:val="center"/>
            </w:pPr>
            <w:r>
              <w:t>6</w:t>
            </w:r>
          </w:p>
          <w:p w:rsidR="0031533B" w:rsidRPr="00BD75CA" w:rsidRDefault="00A27B74" w:rsidP="0067531E">
            <w:pPr>
              <w:tabs>
                <w:tab w:val="left" w:pos="240"/>
                <w:tab w:val="center" w:pos="4843"/>
              </w:tabs>
              <w:jc w:val="center"/>
            </w:pPr>
            <w:r>
              <w:t>1936</w:t>
            </w:r>
          </w:p>
        </w:tc>
      </w:tr>
      <w:tr w:rsidR="0067531E" w:rsidRPr="00BD75CA" w:rsidTr="0067531E">
        <w:trPr>
          <w:trHeight w:val="405"/>
          <w:jc w:val="center"/>
        </w:trPr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31E" w:rsidRPr="00BD75CA" w:rsidRDefault="0067531E" w:rsidP="00AC6226">
            <w:pPr>
              <w:tabs>
                <w:tab w:val="left" w:pos="240"/>
                <w:tab w:val="center" w:pos="4843"/>
              </w:tabs>
            </w:pPr>
          </w:p>
        </w:tc>
        <w:tc>
          <w:tcPr>
            <w:tcW w:w="66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31E" w:rsidRPr="00BD75CA" w:rsidRDefault="0067531E" w:rsidP="0067531E">
            <w:pPr>
              <w:pStyle w:val="ab"/>
            </w:pPr>
            <w:r w:rsidRPr="00BD75CA">
              <w:t xml:space="preserve">Общая площадь сервитута </w:t>
            </w:r>
          </w:p>
          <w:p w:rsidR="0067531E" w:rsidRPr="00BD75CA" w:rsidRDefault="0067531E" w:rsidP="0067531E">
            <w:pPr>
              <w:pStyle w:val="ab"/>
            </w:pPr>
            <w:r>
              <w:t xml:space="preserve">                                     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31E" w:rsidRPr="00BD75CA" w:rsidRDefault="0067531E" w:rsidP="005B3720">
            <w:pPr>
              <w:tabs>
                <w:tab w:val="left" w:pos="240"/>
                <w:tab w:val="center" w:pos="4843"/>
              </w:tabs>
              <w:jc w:val="center"/>
            </w:pPr>
            <w:r w:rsidRPr="0067531E">
              <w:t>24</w:t>
            </w:r>
            <w:r w:rsidR="005B3720">
              <w:t>11</w:t>
            </w:r>
          </w:p>
        </w:tc>
      </w:tr>
    </w:tbl>
    <w:p w:rsidR="001F54EB" w:rsidRPr="00BD75CA" w:rsidRDefault="00AC6226" w:rsidP="00AC6226">
      <w:pPr>
        <w:tabs>
          <w:tab w:val="left" w:pos="240"/>
          <w:tab w:val="center" w:pos="4843"/>
        </w:tabs>
      </w:pPr>
      <w:r w:rsidRPr="00BD75CA">
        <w:tab/>
      </w:r>
    </w:p>
    <w:tbl>
      <w:tblPr>
        <w:tblW w:w="9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3"/>
        <w:gridCol w:w="1558"/>
        <w:gridCol w:w="1762"/>
        <w:gridCol w:w="2268"/>
        <w:gridCol w:w="2108"/>
      </w:tblGrid>
      <w:tr w:rsidR="001E029C" w:rsidRPr="009A417A" w:rsidTr="00D61A73">
        <w:trPr>
          <w:trHeight w:val="1056"/>
          <w:jc w:val="center"/>
        </w:trPr>
        <w:tc>
          <w:tcPr>
            <w:tcW w:w="2143" w:type="dxa"/>
            <w:vMerge w:val="restart"/>
            <w:vAlign w:val="center"/>
          </w:tcPr>
          <w:p w:rsidR="001E029C" w:rsidRPr="009A417A" w:rsidRDefault="001E029C" w:rsidP="001E029C">
            <w:pPr>
              <w:pStyle w:val="ab"/>
            </w:pPr>
            <w:r w:rsidRPr="009A417A">
              <w:t>Обозначение</w:t>
            </w:r>
          </w:p>
          <w:p w:rsidR="001E029C" w:rsidRPr="009A417A" w:rsidRDefault="001E029C" w:rsidP="001E029C">
            <w:pPr>
              <w:pStyle w:val="ab"/>
            </w:pPr>
            <w:r w:rsidRPr="009A417A">
              <w:t>характерных точек границ</w:t>
            </w:r>
          </w:p>
        </w:tc>
        <w:tc>
          <w:tcPr>
            <w:tcW w:w="3320" w:type="dxa"/>
            <w:gridSpan w:val="2"/>
            <w:vAlign w:val="center"/>
          </w:tcPr>
          <w:p w:rsidR="001E029C" w:rsidRPr="009A417A" w:rsidRDefault="001E029C" w:rsidP="001E029C">
            <w:pPr>
              <w:pStyle w:val="ab"/>
            </w:pPr>
            <w:r w:rsidRPr="009A417A">
              <w:t>Координаты, м</w:t>
            </w:r>
            <w:r>
              <w:t>, МСК-28</w:t>
            </w:r>
          </w:p>
        </w:tc>
        <w:tc>
          <w:tcPr>
            <w:tcW w:w="4376" w:type="dxa"/>
            <w:gridSpan w:val="2"/>
          </w:tcPr>
          <w:p w:rsidR="001E029C" w:rsidRDefault="001E029C" w:rsidP="001E029C">
            <w:pPr>
              <w:pStyle w:val="ab"/>
            </w:pPr>
          </w:p>
          <w:p w:rsidR="001E029C" w:rsidRPr="009A417A" w:rsidRDefault="001E029C" w:rsidP="001E029C">
            <w:pPr>
              <w:pStyle w:val="ab"/>
              <w:jc w:val="center"/>
            </w:pPr>
            <w:r>
              <w:t>Координаты, м, СК-1991</w:t>
            </w:r>
          </w:p>
        </w:tc>
      </w:tr>
      <w:tr w:rsidR="001E029C" w:rsidRPr="009A417A" w:rsidTr="001E029C">
        <w:trPr>
          <w:trHeight w:val="54"/>
          <w:jc w:val="center"/>
        </w:trPr>
        <w:tc>
          <w:tcPr>
            <w:tcW w:w="2143" w:type="dxa"/>
            <w:vMerge/>
            <w:vAlign w:val="center"/>
          </w:tcPr>
          <w:p w:rsidR="001E029C" w:rsidRPr="009A417A" w:rsidRDefault="001E029C" w:rsidP="001E029C">
            <w:pPr>
              <w:pStyle w:val="1"/>
              <w:jc w:val="center"/>
              <w:rPr>
                <w:sz w:val="28"/>
              </w:rPr>
            </w:pPr>
          </w:p>
        </w:tc>
        <w:tc>
          <w:tcPr>
            <w:tcW w:w="1558" w:type="dxa"/>
            <w:vAlign w:val="center"/>
          </w:tcPr>
          <w:p w:rsidR="001E029C" w:rsidRPr="009A417A" w:rsidRDefault="001E029C" w:rsidP="001E029C">
            <w:pPr>
              <w:pStyle w:val="a3"/>
              <w:jc w:val="center"/>
              <w:rPr>
                <w:sz w:val="28"/>
                <w:szCs w:val="20"/>
              </w:rPr>
            </w:pPr>
            <w:r w:rsidRPr="009A417A">
              <w:rPr>
                <w:sz w:val="28"/>
                <w:szCs w:val="20"/>
              </w:rPr>
              <w:t>Х</w:t>
            </w:r>
          </w:p>
        </w:tc>
        <w:tc>
          <w:tcPr>
            <w:tcW w:w="1762" w:type="dxa"/>
            <w:vAlign w:val="center"/>
          </w:tcPr>
          <w:p w:rsidR="001E029C" w:rsidRPr="009A417A" w:rsidRDefault="001E029C" w:rsidP="001E029C">
            <w:pPr>
              <w:pStyle w:val="1"/>
              <w:jc w:val="center"/>
              <w:rPr>
                <w:sz w:val="28"/>
                <w:lang w:val="en-US"/>
              </w:rPr>
            </w:pPr>
            <w:r w:rsidRPr="009A417A">
              <w:rPr>
                <w:sz w:val="28"/>
                <w:lang w:val="en-US"/>
              </w:rPr>
              <w:t>Y</w:t>
            </w:r>
          </w:p>
        </w:tc>
        <w:tc>
          <w:tcPr>
            <w:tcW w:w="2268" w:type="dxa"/>
          </w:tcPr>
          <w:p w:rsidR="001E029C" w:rsidRPr="001709FB" w:rsidRDefault="001E029C" w:rsidP="001E029C">
            <w:pPr>
              <w:jc w:val="center"/>
            </w:pPr>
            <w:r w:rsidRPr="001709FB">
              <w:t>Х</w:t>
            </w:r>
          </w:p>
        </w:tc>
        <w:tc>
          <w:tcPr>
            <w:tcW w:w="2108" w:type="dxa"/>
          </w:tcPr>
          <w:p w:rsidR="001E029C" w:rsidRDefault="001E029C" w:rsidP="001E029C">
            <w:pPr>
              <w:jc w:val="center"/>
            </w:pPr>
            <w:r w:rsidRPr="001709FB">
              <w:t>Y</w:t>
            </w:r>
          </w:p>
        </w:tc>
      </w:tr>
      <w:tr w:rsidR="001E029C" w:rsidRPr="009A417A" w:rsidTr="007763E4">
        <w:trPr>
          <w:trHeight w:val="54"/>
          <w:jc w:val="center"/>
        </w:trPr>
        <w:tc>
          <w:tcPr>
            <w:tcW w:w="2143" w:type="dxa"/>
            <w:tcBorders>
              <w:bottom w:val="single" w:sz="4" w:space="0" w:color="auto"/>
            </w:tcBorders>
            <w:vAlign w:val="center"/>
          </w:tcPr>
          <w:p w:rsidR="001E029C" w:rsidRPr="009A417A" w:rsidRDefault="001E029C" w:rsidP="00D61A73">
            <w:pPr>
              <w:pStyle w:val="1"/>
              <w:jc w:val="center"/>
              <w:rPr>
                <w:sz w:val="28"/>
              </w:rPr>
            </w:pPr>
            <w:r w:rsidRPr="009A417A">
              <w:rPr>
                <w:sz w:val="28"/>
              </w:rPr>
              <w:t>1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1E029C" w:rsidRPr="009A417A" w:rsidRDefault="001E029C" w:rsidP="00D61A73">
            <w:pPr>
              <w:pStyle w:val="a3"/>
              <w:jc w:val="center"/>
              <w:rPr>
                <w:sz w:val="28"/>
                <w:szCs w:val="20"/>
              </w:rPr>
            </w:pPr>
            <w:r w:rsidRPr="009A417A">
              <w:rPr>
                <w:sz w:val="28"/>
                <w:szCs w:val="20"/>
              </w:rPr>
              <w:t>2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center"/>
          </w:tcPr>
          <w:p w:rsidR="001E029C" w:rsidRPr="009A417A" w:rsidRDefault="001E029C" w:rsidP="00D61A73">
            <w:pPr>
              <w:pStyle w:val="1"/>
              <w:jc w:val="center"/>
              <w:rPr>
                <w:sz w:val="28"/>
                <w:lang w:val="en-US"/>
              </w:rPr>
            </w:pPr>
            <w:r w:rsidRPr="009A417A">
              <w:rPr>
                <w:sz w:val="28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E029C" w:rsidRPr="001E029C" w:rsidRDefault="001E029C" w:rsidP="00D61A73">
            <w:pPr>
              <w:pStyle w:val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1E029C" w:rsidRPr="001E029C" w:rsidRDefault="001E029C" w:rsidP="00D61A73">
            <w:pPr>
              <w:pStyle w:val="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A27B74" w:rsidTr="00A27B7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Зона1(1)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472226.27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3276982.13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31969.8976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14836.1317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472220.60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3276985.06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31963.5181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14839.4418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472216.67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3276984.47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31961.7431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14844.1673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472212.32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3276989.33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31939.2952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14857.4681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472205.93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3276992.62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31935.2877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14851.9208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472204.14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3276997.34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31765.7680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15063.7847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472181.65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3277010.57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31715.6597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15076.8928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472177.66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3277005.01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31690.0871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15079.1836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472007.47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3277216.34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31763.3154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15059.8024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471957.32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3277229.29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31969.8976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14836.1317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471931.74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3277231.50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31963.5181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14839.4418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472005.03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3277212.35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31961.7431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14844.1673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lastRenderedPageBreak/>
              <w:t>н13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472177.68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3277000.05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31935.2921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14846.9609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472182.55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3277006.30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31940.1817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14853.1954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472204.34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3276993.39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31961.9306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14840.2168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472215.03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3276980.42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31972.5795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14827.2132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472215.04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3276980.42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31972.5895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14827.2132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472215.42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3276981.31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31972.9723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14828.1020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472216.86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3276980.70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31974.4103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14827.4875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472226.27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3276982.13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31983.8247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14828.8877</w:t>
            </w:r>
          </w:p>
        </w:tc>
      </w:tr>
      <w:tr w:rsidR="00A27B74" w:rsidTr="00A27B7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471950.54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3277228.36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31708.8769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15075.9842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471950.54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3277229.36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31708.8800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15076.9842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471949.54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3277229.36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31707.8801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15076.9874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471949.54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3277228.36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31707.8769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15075.9874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471950.54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3277228.36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31708.8769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15075.9842</w:t>
            </w:r>
          </w:p>
        </w:tc>
      </w:tr>
      <w:tr w:rsidR="00A27B74" w:rsidTr="00A27B7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472150.87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3277036.49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31908.5976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14883.4849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472150.87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3277037.49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31908.6008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14884.4849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472149.87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3277037.49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31907.6008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14884.4880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472149.87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3277036.49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31907.5976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14883.4881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472150.87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3277036.49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31908.5976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14883.4849</w:t>
            </w:r>
          </w:p>
        </w:tc>
      </w:tr>
      <w:tr w:rsidR="00A27B74" w:rsidTr="00A27B7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472005.68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3277213.31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31763.9684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15060.7604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472005.68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3277214.31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31763.9716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15061.7604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472004.68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3277214.31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31762.9716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15061.7635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472004.68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3277213.31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31762.9684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15060.7635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472005.68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3277213.31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31763.9684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15060.7604</w:t>
            </w:r>
          </w:p>
        </w:tc>
      </w:tr>
      <w:tr w:rsidR="00A27B74" w:rsidTr="00A27B7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472102.30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3277094.72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31860.2123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14941.8673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472102.30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3277095.73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31860.2155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14942.8773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472101.30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3277095.73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31859.2155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14942.8804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472101.30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3277094.72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31859.2123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14941.8704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472102.30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3277094.72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31860.2123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14941.8673</w:t>
            </w:r>
          </w:p>
        </w:tc>
      </w:tr>
      <w:tr w:rsidR="00A27B74" w:rsidTr="00A27B7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472054.79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3277153.51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31812.8888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15000.8063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472054.79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3277154.51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31812.8919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15001.8063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472053.79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3277154.51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31811.8919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15001.8095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472053.79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3277153.51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31811.8888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15000.8095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472054.79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3277153.51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31812.8888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15000.8063</w:t>
            </w:r>
          </w:p>
        </w:tc>
      </w:tr>
      <w:tr w:rsidR="00A27B74" w:rsidTr="00A27B7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Зона1(2)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4" w:rsidRPr="007763E4" w:rsidRDefault="00A27B7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471668.60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3277300.25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31427.1687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15148.7633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471651.30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3277308.34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31409.8945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15156.9078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471650.43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3277308.57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31409.0253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15157.1406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471647.69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3277306.60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31406.2791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15155.1792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471647.11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3277307.42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31405.7017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15156.0011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471649.48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3277309.12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31408.0770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15157.6935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471649.66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3277309.03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31408.2567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15157.6030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471649.64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3277309.12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31408.2370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15157.6930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471649.40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3277309.23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31407.9974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15157.8038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471626.92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3277388.14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31385.7669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15236.7834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471625.58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3277399.37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31384.4624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15248.0175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471622.73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3277420.43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31381.6790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15269.0861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471578.57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3277603.08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31338.0965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15451.8725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471578.00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3277602.99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31337.5262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15451.7843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471578.25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3277599.56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31337.7654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15448.3535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471577.25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3277599.48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31336.7651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15448.2767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lastRenderedPageBreak/>
              <w:t>н56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471577.05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3277602.27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31336.5739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15451.0673</w:t>
            </w:r>
          </w:p>
        </w:tc>
      </w:tr>
      <w:tr w:rsidR="007763E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471574.97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3277602.14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31334.4936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15450.9439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471646.73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3277305.96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31405.3171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15154.5423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471668.60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3277300.25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31427.1687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15148.7633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471593.82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3277535.80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31353.1338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15384.5455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471593.57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3277536.76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31352.8868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15385.5062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471592.61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3277536.51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31351.9260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15385.2593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471592.86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3277535.54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31352.1730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15384.2885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471593.82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3277535.80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31353.1338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15384.5455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471621.40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3277419.75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31380.3468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15268.4103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471621.40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3277420.75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31380.3500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15269.4103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471620.40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3277420.75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31379.3500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15269.4135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471620.40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3277419.75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31379.3469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15268.4135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471621.40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3277419.75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31380.3468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15268.4103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–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471607.50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3277478.46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31366.6325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15327.1632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471607.50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3277479.46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31366.6356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15328.1632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471606.50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3277479.46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31365.6356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15328.1664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471606.50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3277478.46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31365.6325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15327.1664</w:t>
            </w:r>
          </w:p>
        </w:tc>
      </w:tr>
      <w:tr w:rsidR="007763E4" w:rsidRPr="002E6E74" w:rsidTr="007763E4">
        <w:trPr>
          <w:trHeight w:val="5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н67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a3"/>
              <w:jc w:val="center"/>
              <w:rPr>
                <w:sz w:val="22"/>
                <w:szCs w:val="22"/>
              </w:rPr>
            </w:pPr>
            <w:r w:rsidRPr="007763E4">
              <w:rPr>
                <w:sz w:val="22"/>
                <w:szCs w:val="22"/>
              </w:rPr>
              <w:t>471607.50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E4" w:rsidRPr="007763E4" w:rsidRDefault="007763E4" w:rsidP="007763E4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 w:rsidRPr="007763E4">
              <w:rPr>
                <w:sz w:val="22"/>
                <w:szCs w:val="22"/>
                <w:lang w:val="en-US"/>
              </w:rPr>
              <w:t>3277478.46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31366.6325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4" w:rsidRPr="007763E4" w:rsidRDefault="007763E4" w:rsidP="007763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63E4">
              <w:rPr>
                <w:color w:val="000000"/>
                <w:sz w:val="22"/>
                <w:szCs w:val="22"/>
              </w:rPr>
              <w:t>15327.1632</w:t>
            </w:r>
          </w:p>
        </w:tc>
      </w:tr>
    </w:tbl>
    <w:p w:rsidR="00AC6226" w:rsidRPr="00BD75CA" w:rsidRDefault="00AC6226" w:rsidP="00AC6226">
      <w:pPr>
        <w:tabs>
          <w:tab w:val="left" w:pos="240"/>
          <w:tab w:val="center" w:pos="4843"/>
        </w:tabs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2E69BF" w:rsidRPr="005B4876" w:rsidTr="00BD75CA">
        <w:tc>
          <w:tcPr>
            <w:tcW w:w="9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BF" w:rsidRPr="006519C1" w:rsidRDefault="002E69BF" w:rsidP="00FB7901">
            <w:pPr>
              <w:pageBreakBefore/>
              <w:jc w:val="center"/>
            </w:pPr>
          </w:p>
        </w:tc>
      </w:tr>
      <w:tr w:rsidR="002E69BF" w:rsidRPr="005B4876" w:rsidTr="00BD75CA">
        <w:trPr>
          <w:trHeight w:hRule="exact" w:val="722"/>
        </w:trPr>
        <w:tc>
          <w:tcPr>
            <w:tcW w:w="9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254" w:rsidRPr="00EC4254" w:rsidRDefault="00EC4254" w:rsidP="00E85E87">
            <w:pPr>
              <w:ind w:left="741" w:hanging="741"/>
              <w:jc w:val="center"/>
              <w:rPr>
                <w:b/>
              </w:rPr>
            </w:pPr>
            <w:r w:rsidRPr="00EC4254">
              <w:rPr>
                <w:b/>
              </w:rPr>
              <w:t xml:space="preserve">Схема расположения публичного сервитута </w:t>
            </w:r>
            <w:r w:rsidR="009A417A" w:rsidRPr="009A417A">
              <w:rPr>
                <w:b/>
              </w:rPr>
              <w:t>ЛЭП-10/0.4кВ</w:t>
            </w:r>
          </w:p>
          <w:p w:rsidR="00E24D8E" w:rsidRPr="00AF407B" w:rsidRDefault="00EC4254" w:rsidP="001E029C">
            <w:pPr>
              <w:jc w:val="center"/>
              <w:rPr>
                <w:b/>
              </w:rPr>
            </w:pPr>
            <w:r w:rsidRPr="00EC4254">
              <w:rPr>
                <w:b/>
              </w:rPr>
              <w:t>Амурская область</w:t>
            </w:r>
            <w:r>
              <w:rPr>
                <w:b/>
              </w:rPr>
              <w:t xml:space="preserve"> </w:t>
            </w:r>
            <w:r w:rsidR="001F54EB">
              <w:rPr>
                <w:b/>
              </w:rPr>
              <w:t xml:space="preserve">г. </w:t>
            </w:r>
            <w:r w:rsidR="001E029C">
              <w:rPr>
                <w:b/>
              </w:rPr>
              <w:t>Благовещенск</w:t>
            </w:r>
          </w:p>
        </w:tc>
      </w:tr>
      <w:tr w:rsidR="00742330" w:rsidRPr="005B4876" w:rsidTr="009A417A">
        <w:trPr>
          <w:trHeight w:val="126"/>
        </w:trPr>
        <w:tc>
          <w:tcPr>
            <w:tcW w:w="9780" w:type="dxa"/>
            <w:tcBorders>
              <w:bottom w:val="nil"/>
            </w:tcBorders>
            <w:vAlign w:val="bottom"/>
          </w:tcPr>
          <w:p w:rsidR="00742330" w:rsidRDefault="00742330" w:rsidP="0054169C">
            <w:pPr>
              <w:rPr>
                <w:noProof/>
              </w:rPr>
            </w:pPr>
          </w:p>
          <w:p w:rsidR="009A417A" w:rsidRPr="00216913" w:rsidRDefault="009A417A" w:rsidP="0054169C">
            <w:pPr>
              <w:rPr>
                <w:noProof/>
              </w:rPr>
            </w:pPr>
          </w:p>
        </w:tc>
      </w:tr>
      <w:tr w:rsidR="0054169C" w:rsidRPr="005B4876" w:rsidTr="00BD75CA">
        <w:trPr>
          <w:trHeight w:val="10739"/>
        </w:trPr>
        <w:tc>
          <w:tcPr>
            <w:tcW w:w="9780" w:type="dxa"/>
            <w:tcBorders>
              <w:top w:val="nil"/>
              <w:bottom w:val="nil"/>
            </w:tcBorders>
            <w:vAlign w:val="center"/>
          </w:tcPr>
          <w:p w:rsidR="009A417A" w:rsidRDefault="00764A0B" w:rsidP="009A41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073140" cy="56902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схема публ гор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3140" cy="5690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417A" w:rsidRDefault="009A417A" w:rsidP="009A417A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9A417A" w:rsidRPr="00BA5CDB" w:rsidRDefault="009A417A" w:rsidP="009A417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Условные обозначения: </w:t>
            </w:r>
          </w:p>
          <w:p w:rsidR="009A417A" w:rsidRDefault="009A417A" w:rsidP="009A417A">
            <w:pPr>
              <w:pStyle w:val="Default"/>
              <w:rPr>
                <w:b/>
                <w:color w:val="FF0000"/>
                <w:sz w:val="23"/>
                <w:szCs w:val="23"/>
              </w:rPr>
            </w:pPr>
            <w:r>
              <w:rPr>
                <w:b/>
                <w:color w:val="FF0000"/>
                <w:sz w:val="23"/>
                <w:szCs w:val="23"/>
              </w:rPr>
              <w:t xml:space="preserve">_______         </w:t>
            </w:r>
            <w:r>
              <w:rPr>
                <w:sz w:val="23"/>
                <w:szCs w:val="23"/>
              </w:rPr>
              <w:t xml:space="preserve">-граница публичного сервитута </w:t>
            </w:r>
          </w:p>
          <w:p w:rsidR="009A417A" w:rsidRDefault="009A417A" w:rsidP="009A417A">
            <w:pPr>
              <w:pStyle w:val="Default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________</w:t>
            </w:r>
            <w:r>
              <w:rPr>
                <w:color w:val="538DD3"/>
                <w:sz w:val="23"/>
                <w:szCs w:val="23"/>
              </w:rPr>
              <w:t xml:space="preserve">        </w:t>
            </w:r>
            <w:r>
              <w:rPr>
                <w:sz w:val="23"/>
                <w:szCs w:val="23"/>
              </w:rPr>
              <w:t xml:space="preserve">- граница земельного участка по сведениям ЕГРН </w:t>
            </w:r>
          </w:p>
          <w:p w:rsidR="009A417A" w:rsidRDefault="001E029C" w:rsidP="009A417A">
            <w:pPr>
              <w:pStyle w:val="Default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28:01:060005:15</w:t>
            </w:r>
            <w:r w:rsidR="009A417A">
              <w:rPr>
                <w:color w:val="auto"/>
                <w:sz w:val="23"/>
                <w:szCs w:val="23"/>
              </w:rPr>
              <w:t>4</w:t>
            </w:r>
            <w:r w:rsidR="009A417A">
              <w:rPr>
                <w:sz w:val="23"/>
                <w:szCs w:val="23"/>
              </w:rPr>
              <w:t xml:space="preserve">- номер земельного участка по сведениям ЕГРН </w:t>
            </w:r>
          </w:p>
          <w:p w:rsidR="001F54EB" w:rsidRDefault="001E029C" w:rsidP="009A417A">
            <w:r>
              <w:rPr>
                <w:color w:val="0000CC"/>
              </w:rPr>
              <w:t>28:01:06</w:t>
            </w:r>
            <w:r w:rsidR="009A417A">
              <w:rPr>
                <w:color w:val="0000CC"/>
              </w:rPr>
              <w:t>0005</w:t>
            </w:r>
            <w:r w:rsidR="009A417A">
              <w:t xml:space="preserve"> – номер кадастрового квартала</w:t>
            </w:r>
          </w:p>
          <w:p w:rsidR="001F54EB" w:rsidRDefault="001F54EB" w:rsidP="001F54EB"/>
          <w:p w:rsidR="001E1206" w:rsidRPr="001F54EB" w:rsidRDefault="001E1206" w:rsidP="001F54EB"/>
        </w:tc>
      </w:tr>
      <w:tr w:rsidR="00094F15" w:rsidRPr="005B4876" w:rsidTr="00BD75CA">
        <w:trPr>
          <w:trHeight w:val="1613"/>
        </w:trPr>
        <w:tc>
          <w:tcPr>
            <w:tcW w:w="9780" w:type="dxa"/>
            <w:tcBorders>
              <w:top w:val="nil"/>
            </w:tcBorders>
            <w:vAlign w:val="center"/>
          </w:tcPr>
          <w:p w:rsidR="009063A1" w:rsidRDefault="009063A1" w:rsidP="00780252">
            <w:pPr>
              <w:rPr>
                <w:b/>
                <w:sz w:val="20"/>
                <w:szCs w:val="20"/>
              </w:rPr>
            </w:pPr>
          </w:p>
          <w:p w:rsidR="00780252" w:rsidRDefault="00780252" w:rsidP="00780252">
            <w:pPr>
              <w:jc w:val="center"/>
              <w:rPr>
                <w:b/>
                <w:sz w:val="20"/>
                <w:szCs w:val="20"/>
              </w:rPr>
            </w:pPr>
          </w:p>
          <w:p w:rsidR="00780252" w:rsidRDefault="00780252" w:rsidP="00780252">
            <w:pPr>
              <w:jc w:val="center"/>
              <w:rPr>
                <w:b/>
                <w:sz w:val="20"/>
                <w:szCs w:val="20"/>
              </w:rPr>
            </w:pPr>
          </w:p>
          <w:p w:rsidR="00780252" w:rsidRDefault="00780252" w:rsidP="00780252">
            <w:pPr>
              <w:jc w:val="center"/>
              <w:rPr>
                <w:b/>
                <w:sz w:val="20"/>
                <w:szCs w:val="20"/>
              </w:rPr>
            </w:pPr>
          </w:p>
          <w:p w:rsidR="00780252" w:rsidRPr="00053150" w:rsidRDefault="00780252" w:rsidP="00780252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="00764A0B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000</w:t>
            </w:r>
          </w:p>
          <w:p w:rsidR="009063A1" w:rsidRPr="00401181" w:rsidRDefault="009063A1" w:rsidP="00780252">
            <w:pPr>
              <w:jc w:val="center"/>
              <w:rPr>
                <w:noProof/>
              </w:rPr>
            </w:pPr>
          </w:p>
        </w:tc>
      </w:tr>
    </w:tbl>
    <w:p w:rsidR="003B7482" w:rsidRDefault="003B7482"/>
    <w:sectPr w:rsidR="003B7482" w:rsidSect="00764A0B">
      <w:footerReference w:type="even" r:id="rId10"/>
      <w:footerReference w:type="default" r:id="rId11"/>
      <w:pgSz w:w="11906" w:h="16838" w:code="9"/>
      <w:pgMar w:top="709" w:right="1085" w:bottom="1418" w:left="1134" w:header="0" w:footer="0" w:gutter="0"/>
      <w:cols w:space="39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29" w:rsidRDefault="00266629">
      <w:r>
        <w:separator/>
      </w:r>
    </w:p>
  </w:endnote>
  <w:endnote w:type="continuationSeparator" w:id="0">
    <w:p w:rsidR="00266629" w:rsidRDefault="0026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73" w:rsidRDefault="00D61A73" w:rsidP="000E0AF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1A73" w:rsidRDefault="00D61A73" w:rsidP="008D51C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73" w:rsidRDefault="00D61A73" w:rsidP="008D51C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29" w:rsidRDefault="00266629">
      <w:r>
        <w:separator/>
      </w:r>
    </w:p>
  </w:footnote>
  <w:footnote w:type="continuationSeparator" w:id="0">
    <w:p w:rsidR="00266629" w:rsidRDefault="00266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27"/>
    <w:rsid w:val="00004F19"/>
    <w:rsid w:val="000050A9"/>
    <w:rsid w:val="00014ABD"/>
    <w:rsid w:val="00025F63"/>
    <w:rsid w:val="000267EB"/>
    <w:rsid w:val="000472B5"/>
    <w:rsid w:val="00053150"/>
    <w:rsid w:val="0006195B"/>
    <w:rsid w:val="00066191"/>
    <w:rsid w:val="00073107"/>
    <w:rsid w:val="0007437B"/>
    <w:rsid w:val="0007484D"/>
    <w:rsid w:val="00083849"/>
    <w:rsid w:val="00094F15"/>
    <w:rsid w:val="000A2B3C"/>
    <w:rsid w:val="000A5F15"/>
    <w:rsid w:val="000B123F"/>
    <w:rsid w:val="000B4A11"/>
    <w:rsid w:val="000E0AF3"/>
    <w:rsid w:val="000E1643"/>
    <w:rsid w:val="000E6177"/>
    <w:rsid w:val="000E645B"/>
    <w:rsid w:val="000E7D9F"/>
    <w:rsid w:val="0010239C"/>
    <w:rsid w:val="00125755"/>
    <w:rsid w:val="00135E91"/>
    <w:rsid w:val="00137CEE"/>
    <w:rsid w:val="0014239C"/>
    <w:rsid w:val="001660C9"/>
    <w:rsid w:val="00167CF4"/>
    <w:rsid w:val="0018529B"/>
    <w:rsid w:val="001A141A"/>
    <w:rsid w:val="001B4400"/>
    <w:rsid w:val="001C1407"/>
    <w:rsid w:val="001C3AD5"/>
    <w:rsid w:val="001D1BAD"/>
    <w:rsid w:val="001D4228"/>
    <w:rsid w:val="001D5B2F"/>
    <w:rsid w:val="001E029C"/>
    <w:rsid w:val="001E050D"/>
    <w:rsid w:val="001E1206"/>
    <w:rsid w:val="001E3746"/>
    <w:rsid w:val="001E4FCE"/>
    <w:rsid w:val="001E7CB8"/>
    <w:rsid w:val="001F54EB"/>
    <w:rsid w:val="00202900"/>
    <w:rsid w:val="00212C68"/>
    <w:rsid w:val="00216913"/>
    <w:rsid w:val="0022592E"/>
    <w:rsid w:val="00235B59"/>
    <w:rsid w:val="00241321"/>
    <w:rsid w:val="00244433"/>
    <w:rsid w:val="00260238"/>
    <w:rsid w:val="002625DA"/>
    <w:rsid w:val="00266629"/>
    <w:rsid w:val="002710F3"/>
    <w:rsid w:val="00273BB9"/>
    <w:rsid w:val="00281DA4"/>
    <w:rsid w:val="002865C2"/>
    <w:rsid w:val="002C054A"/>
    <w:rsid w:val="002C3202"/>
    <w:rsid w:val="002E0DB8"/>
    <w:rsid w:val="002E3FCA"/>
    <w:rsid w:val="002E69BF"/>
    <w:rsid w:val="00300E20"/>
    <w:rsid w:val="0031253F"/>
    <w:rsid w:val="00313815"/>
    <w:rsid w:val="0031533B"/>
    <w:rsid w:val="00316410"/>
    <w:rsid w:val="00334E6D"/>
    <w:rsid w:val="00335943"/>
    <w:rsid w:val="0034370F"/>
    <w:rsid w:val="003462EA"/>
    <w:rsid w:val="0035587A"/>
    <w:rsid w:val="00366E21"/>
    <w:rsid w:val="00371C93"/>
    <w:rsid w:val="003A44C7"/>
    <w:rsid w:val="003B5299"/>
    <w:rsid w:val="003B5517"/>
    <w:rsid w:val="003B6506"/>
    <w:rsid w:val="003B7482"/>
    <w:rsid w:val="003C627B"/>
    <w:rsid w:val="003D128B"/>
    <w:rsid w:val="003E1C17"/>
    <w:rsid w:val="003E7E71"/>
    <w:rsid w:val="003F7F20"/>
    <w:rsid w:val="00401181"/>
    <w:rsid w:val="00401DA1"/>
    <w:rsid w:val="00405E1E"/>
    <w:rsid w:val="00406578"/>
    <w:rsid w:val="004143B0"/>
    <w:rsid w:val="004179A5"/>
    <w:rsid w:val="004227DE"/>
    <w:rsid w:val="00432044"/>
    <w:rsid w:val="004434B1"/>
    <w:rsid w:val="00484838"/>
    <w:rsid w:val="004951A1"/>
    <w:rsid w:val="004A7771"/>
    <w:rsid w:val="004B2164"/>
    <w:rsid w:val="004B3AEC"/>
    <w:rsid w:val="004C5D50"/>
    <w:rsid w:val="004C6087"/>
    <w:rsid w:val="004F5106"/>
    <w:rsid w:val="004F5115"/>
    <w:rsid w:val="004F6F6C"/>
    <w:rsid w:val="00501AF9"/>
    <w:rsid w:val="0051104D"/>
    <w:rsid w:val="00524D0B"/>
    <w:rsid w:val="0054169C"/>
    <w:rsid w:val="0055326E"/>
    <w:rsid w:val="005626AE"/>
    <w:rsid w:val="005724B4"/>
    <w:rsid w:val="00577323"/>
    <w:rsid w:val="00586E6B"/>
    <w:rsid w:val="005B3720"/>
    <w:rsid w:val="005B4876"/>
    <w:rsid w:val="005C221A"/>
    <w:rsid w:val="005C3CFE"/>
    <w:rsid w:val="005C444A"/>
    <w:rsid w:val="005D3807"/>
    <w:rsid w:val="005D3BBB"/>
    <w:rsid w:val="005E1638"/>
    <w:rsid w:val="005F08DA"/>
    <w:rsid w:val="005F5C35"/>
    <w:rsid w:val="00613E38"/>
    <w:rsid w:val="006151C2"/>
    <w:rsid w:val="00650C05"/>
    <w:rsid w:val="00650F26"/>
    <w:rsid w:val="006519C1"/>
    <w:rsid w:val="00662418"/>
    <w:rsid w:val="00664FC5"/>
    <w:rsid w:val="006731FF"/>
    <w:rsid w:val="00674D66"/>
    <w:rsid w:val="0067531E"/>
    <w:rsid w:val="00683CE6"/>
    <w:rsid w:val="006932C0"/>
    <w:rsid w:val="006A00AF"/>
    <w:rsid w:val="006A0AC3"/>
    <w:rsid w:val="006A16E6"/>
    <w:rsid w:val="006A19FC"/>
    <w:rsid w:val="006B6E65"/>
    <w:rsid w:val="006B7EAA"/>
    <w:rsid w:val="006C1AA7"/>
    <w:rsid w:val="006C5D28"/>
    <w:rsid w:val="006C6E70"/>
    <w:rsid w:val="006E20AD"/>
    <w:rsid w:val="006E7712"/>
    <w:rsid w:val="007010D8"/>
    <w:rsid w:val="007222EF"/>
    <w:rsid w:val="00723FCC"/>
    <w:rsid w:val="00724B44"/>
    <w:rsid w:val="00727CCA"/>
    <w:rsid w:val="0073174B"/>
    <w:rsid w:val="00732DEE"/>
    <w:rsid w:val="007342EE"/>
    <w:rsid w:val="00742330"/>
    <w:rsid w:val="00745BB6"/>
    <w:rsid w:val="00746DB6"/>
    <w:rsid w:val="00764A0B"/>
    <w:rsid w:val="00774326"/>
    <w:rsid w:val="007763E4"/>
    <w:rsid w:val="00777248"/>
    <w:rsid w:val="00780252"/>
    <w:rsid w:val="00787201"/>
    <w:rsid w:val="007A37E2"/>
    <w:rsid w:val="007B1A3F"/>
    <w:rsid w:val="007B3606"/>
    <w:rsid w:val="007B61A6"/>
    <w:rsid w:val="007D6792"/>
    <w:rsid w:val="007E1B10"/>
    <w:rsid w:val="007E5627"/>
    <w:rsid w:val="00814787"/>
    <w:rsid w:val="0081703C"/>
    <w:rsid w:val="00830BB3"/>
    <w:rsid w:val="00832DCE"/>
    <w:rsid w:val="00845B7C"/>
    <w:rsid w:val="00846C46"/>
    <w:rsid w:val="00850484"/>
    <w:rsid w:val="00876251"/>
    <w:rsid w:val="00886EFA"/>
    <w:rsid w:val="008914D1"/>
    <w:rsid w:val="008A29A3"/>
    <w:rsid w:val="008A364D"/>
    <w:rsid w:val="008A3EFE"/>
    <w:rsid w:val="008B2DD8"/>
    <w:rsid w:val="008D4FAA"/>
    <w:rsid w:val="008D51C3"/>
    <w:rsid w:val="008E2E56"/>
    <w:rsid w:val="008F1CEA"/>
    <w:rsid w:val="009063A1"/>
    <w:rsid w:val="0091087A"/>
    <w:rsid w:val="00911877"/>
    <w:rsid w:val="00912984"/>
    <w:rsid w:val="00920541"/>
    <w:rsid w:val="009339B2"/>
    <w:rsid w:val="009543C0"/>
    <w:rsid w:val="00964FEF"/>
    <w:rsid w:val="00965859"/>
    <w:rsid w:val="00966134"/>
    <w:rsid w:val="00970EBB"/>
    <w:rsid w:val="009771BD"/>
    <w:rsid w:val="00986AB4"/>
    <w:rsid w:val="009879F3"/>
    <w:rsid w:val="009922D3"/>
    <w:rsid w:val="009A0C27"/>
    <w:rsid w:val="009A417A"/>
    <w:rsid w:val="009C1687"/>
    <w:rsid w:val="009C73BE"/>
    <w:rsid w:val="009D262A"/>
    <w:rsid w:val="009E7A49"/>
    <w:rsid w:val="009F36DD"/>
    <w:rsid w:val="009F3C61"/>
    <w:rsid w:val="009F6A58"/>
    <w:rsid w:val="00A07CA4"/>
    <w:rsid w:val="00A11DCA"/>
    <w:rsid w:val="00A163DD"/>
    <w:rsid w:val="00A27B74"/>
    <w:rsid w:val="00A415DD"/>
    <w:rsid w:val="00A43E03"/>
    <w:rsid w:val="00A63076"/>
    <w:rsid w:val="00A657DE"/>
    <w:rsid w:val="00A67426"/>
    <w:rsid w:val="00A70B67"/>
    <w:rsid w:val="00A72B10"/>
    <w:rsid w:val="00A7334B"/>
    <w:rsid w:val="00A82B08"/>
    <w:rsid w:val="00A90E2E"/>
    <w:rsid w:val="00A96D70"/>
    <w:rsid w:val="00AB18B0"/>
    <w:rsid w:val="00AC6226"/>
    <w:rsid w:val="00AC7048"/>
    <w:rsid w:val="00AD0B32"/>
    <w:rsid w:val="00AD56FF"/>
    <w:rsid w:val="00AF407B"/>
    <w:rsid w:val="00B0613E"/>
    <w:rsid w:val="00B27901"/>
    <w:rsid w:val="00B30F91"/>
    <w:rsid w:val="00B31482"/>
    <w:rsid w:val="00B32C0F"/>
    <w:rsid w:val="00B4125C"/>
    <w:rsid w:val="00B47375"/>
    <w:rsid w:val="00B65E24"/>
    <w:rsid w:val="00B676F6"/>
    <w:rsid w:val="00B90700"/>
    <w:rsid w:val="00B92363"/>
    <w:rsid w:val="00BA11ED"/>
    <w:rsid w:val="00BA4D0E"/>
    <w:rsid w:val="00BC234A"/>
    <w:rsid w:val="00BD75CA"/>
    <w:rsid w:val="00BE1C64"/>
    <w:rsid w:val="00BE55C7"/>
    <w:rsid w:val="00BF323E"/>
    <w:rsid w:val="00BF6725"/>
    <w:rsid w:val="00C0309C"/>
    <w:rsid w:val="00C04BD4"/>
    <w:rsid w:val="00C11B14"/>
    <w:rsid w:val="00C1267F"/>
    <w:rsid w:val="00C206AE"/>
    <w:rsid w:val="00C24879"/>
    <w:rsid w:val="00C24B6C"/>
    <w:rsid w:val="00C26896"/>
    <w:rsid w:val="00C31586"/>
    <w:rsid w:val="00C36FB4"/>
    <w:rsid w:val="00C4091D"/>
    <w:rsid w:val="00C41846"/>
    <w:rsid w:val="00C449ED"/>
    <w:rsid w:val="00C50C57"/>
    <w:rsid w:val="00C54B37"/>
    <w:rsid w:val="00C622F7"/>
    <w:rsid w:val="00C76277"/>
    <w:rsid w:val="00C90EB6"/>
    <w:rsid w:val="00C9549F"/>
    <w:rsid w:val="00CA1EE7"/>
    <w:rsid w:val="00CC1A1C"/>
    <w:rsid w:val="00CC459A"/>
    <w:rsid w:val="00CC4C2B"/>
    <w:rsid w:val="00CC7D1E"/>
    <w:rsid w:val="00CD393E"/>
    <w:rsid w:val="00CD46CA"/>
    <w:rsid w:val="00CD71AB"/>
    <w:rsid w:val="00CD74DF"/>
    <w:rsid w:val="00CF5EB8"/>
    <w:rsid w:val="00CF75EF"/>
    <w:rsid w:val="00D00B35"/>
    <w:rsid w:val="00D07B9A"/>
    <w:rsid w:val="00D26B59"/>
    <w:rsid w:val="00D31A86"/>
    <w:rsid w:val="00D36B49"/>
    <w:rsid w:val="00D373A5"/>
    <w:rsid w:val="00D42EF9"/>
    <w:rsid w:val="00D4425F"/>
    <w:rsid w:val="00D476B5"/>
    <w:rsid w:val="00D5178E"/>
    <w:rsid w:val="00D549CB"/>
    <w:rsid w:val="00D54F41"/>
    <w:rsid w:val="00D6062C"/>
    <w:rsid w:val="00D61A73"/>
    <w:rsid w:val="00D65BF5"/>
    <w:rsid w:val="00D65F94"/>
    <w:rsid w:val="00D67917"/>
    <w:rsid w:val="00DA2FDE"/>
    <w:rsid w:val="00DA3B4D"/>
    <w:rsid w:val="00DC3827"/>
    <w:rsid w:val="00DD1387"/>
    <w:rsid w:val="00DF6A6C"/>
    <w:rsid w:val="00DF7293"/>
    <w:rsid w:val="00E05870"/>
    <w:rsid w:val="00E171AE"/>
    <w:rsid w:val="00E22010"/>
    <w:rsid w:val="00E24D8E"/>
    <w:rsid w:val="00E25279"/>
    <w:rsid w:val="00E34A2D"/>
    <w:rsid w:val="00E427F8"/>
    <w:rsid w:val="00E55143"/>
    <w:rsid w:val="00E82666"/>
    <w:rsid w:val="00E83290"/>
    <w:rsid w:val="00E85DA1"/>
    <w:rsid w:val="00E85E87"/>
    <w:rsid w:val="00E8672D"/>
    <w:rsid w:val="00EA0AD3"/>
    <w:rsid w:val="00EA4763"/>
    <w:rsid w:val="00EA5C30"/>
    <w:rsid w:val="00EB0B42"/>
    <w:rsid w:val="00EC4254"/>
    <w:rsid w:val="00ED1C24"/>
    <w:rsid w:val="00EE1FBE"/>
    <w:rsid w:val="00EF08E9"/>
    <w:rsid w:val="00EF380D"/>
    <w:rsid w:val="00F01BA1"/>
    <w:rsid w:val="00F031CB"/>
    <w:rsid w:val="00F07C00"/>
    <w:rsid w:val="00F13652"/>
    <w:rsid w:val="00F2015D"/>
    <w:rsid w:val="00F34CFF"/>
    <w:rsid w:val="00F530A2"/>
    <w:rsid w:val="00F5488D"/>
    <w:rsid w:val="00F550FD"/>
    <w:rsid w:val="00F63022"/>
    <w:rsid w:val="00F66554"/>
    <w:rsid w:val="00F668B9"/>
    <w:rsid w:val="00F67C29"/>
    <w:rsid w:val="00F969E1"/>
    <w:rsid w:val="00FA7B31"/>
    <w:rsid w:val="00FB0474"/>
    <w:rsid w:val="00FB7901"/>
    <w:rsid w:val="00FC48B8"/>
    <w:rsid w:val="00FE6AD7"/>
    <w:rsid w:val="00FF1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Normal (Web)"/>
    <w:basedOn w:val="a"/>
    <w:uiPriority w:val="99"/>
    <w:unhideWhenUsed/>
    <w:rsid w:val="009C73BE"/>
    <w:pPr>
      <w:spacing w:before="100" w:beforeAutospacing="1" w:after="119"/>
    </w:pPr>
  </w:style>
  <w:style w:type="paragraph" w:styleId="a9">
    <w:name w:val="endnote text"/>
    <w:basedOn w:val="a"/>
    <w:link w:val="aa"/>
    <w:uiPriority w:val="99"/>
    <w:unhideWhenUsed/>
    <w:rsid w:val="00A96D70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A96D70"/>
  </w:style>
  <w:style w:type="paragraph" w:customStyle="1" w:styleId="Default">
    <w:name w:val="Default"/>
    <w:rsid w:val="0078025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FB7901"/>
    <w:rPr>
      <w:sz w:val="24"/>
      <w:szCs w:val="24"/>
    </w:rPr>
  </w:style>
  <w:style w:type="paragraph" w:styleId="ab">
    <w:name w:val="No Spacing"/>
    <w:uiPriority w:val="1"/>
    <w:qFormat/>
    <w:rsid w:val="001E029C"/>
    <w:rPr>
      <w:sz w:val="24"/>
      <w:szCs w:val="24"/>
    </w:rPr>
  </w:style>
  <w:style w:type="paragraph" w:styleId="ac">
    <w:name w:val="Balloon Text"/>
    <w:basedOn w:val="a"/>
    <w:link w:val="ad"/>
    <w:semiHidden/>
    <w:unhideWhenUsed/>
    <w:rsid w:val="004C60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C6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Normal (Web)"/>
    <w:basedOn w:val="a"/>
    <w:uiPriority w:val="99"/>
    <w:unhideWhenUsed/>
    <w:rsid w:val="009C73BE"/>
    <w:pPr>
      <w:spacing w:before="100" w:beforeAutospacing="1" w:after="119"/>
    </w:pPr>
  </w:style>
  <w:style w:type="paragraph" w:styleId="a9">
    <w:name w:val="endnote text"/>
    <w:basedOn w:val="a"/>
    <w:link w:val="aa"/>
    <w:uiPriority w:val="99"/>
    <w:unhideWhenUsed/>
    <w:rsid w:val="00A96D70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A96D70"/>
  </w:style>
  <w:style w:type="paragraph" w:customStyle="1" w:styleId="Default">
    <w:name w:val="Default"/>
    <w:rsid w:val="0078025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FB7901"/>
    <w:rPr>
      <w:sz w:val="24"/>
      <w:szCs w:val="24"/>
    </w:rPr>
  </w:style>
  <w:style w:type="paragraph" w:styleId="ab">
    <w:name w:val="No Spacing"/>
    <w:uiPriority w:val="1"/>
    <w:qFormat/>
    <w:rsid w:val="001E029C"/>
    <w:rPr>
      <w:sz w:val="24"/>
      <w:szCs w:val="24"/>
    </w:rPr>
  </w:style>
  <w:style w:type="paragraph" w:styleId="ac">
    <w:name w:val="Balloon Text"/>
    <w:basedOn w:val="a"/>
    <w:link w:val="ad"/>
    <w:semiHidden/>
    <w:unhideWhenUsed/>
    <w:rsid w:val="004C60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C6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5;&#1083;&#1072;&#1085;&#1043;&#1088;&#1072;&#1085;&#1080;&#109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587A7-C7A5-49FD-AB48-D9E1F587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ПланГраниц</Template>
  <TotalTime>0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Кудрявцева Оксана Борисовна</cp:lastModifiedBy>
  <cp:revision>2</cp:revision>
  <cp:lastPrinted>2023-07-26T05:25:00Z</cp:lastPrinted>
  <dcterms:created xsi:type="dcterms:W3CDTF">2023-07-27T07:23:00Z</dcterms:created>
  <dcterms:modified xsi:type="dcterms:W3CDTF">2023-07-27T07:23:00Z</dcterms:modified>
</cp:coreProperties>
</file>